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3D73" w:rsidRPr="00FE3C21" w:rsidRDefault="00FC3D73" w:rsidP="00FE3C21">
      <w:pPr>
        <w:widowControl/>
        <w:jc w:val="center"/>
        <w:rPr>
          <w:rFonts w:ascii="Calibri" w:eastAsia="ＭＳ Ｐゴシック" w:hAnsi="Calibri" w:cs="ＭＳ Ｐゴシック"/>
          <w:b/>
          <w:color w:val="000000"/>
          <w:kern w:val="0"/>
          <w:sz w:val="24"/>
          <w:szCs w:val="24"/>
        </w:rPr>
      </w:pPr>
      <w:r w:rsidRPr="00D66CE4">
        <w:rPr>
          <w:rFonts w:ascii="Calibri" w:eastAsia="ＭＳ Ｐゴシック" w:hAnsi="Calibri" w:cs="ＭＳ Ｐゴシック" w:hint="eastAsia"/>
          <w:b/>
          <w:color w:val="000000"/>
          <w:kern w:val="0"/>
          <w:sz w:val="24"/>
          <w:szCs w:val="24"/>
        </w:rPr>
        <w:t>＜採用及び昇任申請に関する各種様式及び提出書類について＞</w:t>
      </w:r>
    </w:p>
    <w:p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標記の件につきまして、</w:t>
      </w: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評価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申請に関する各種様式</w:t>
      </w: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は次の通りです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。</w:t>
      </w:r>
    </w:p>
    <w:p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  <w:r w:rsidRPr="00D66CE4">
        <w:rPr>
          <w:rFonts w:ascii="Calibri" w:eastAsia="ＭＳ Ｐゴシック" w:hAnsi="Calibri" w:cs="ＭＳ Ｐゴシック"/>
          <w:noProof/>
          <w:color w:val="000000"/>
          <w:kern w:val="0"/>
          <w:sz w:val="22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C5D0D9B" wp14:editId="38DFB492">
                <wp:simplePos x="0" y="0"/>
                <wp:positionH relativeFrom="column">
                  <wp:posOffset>365760</wp:posOffset>
                </wp:positionH>
                <wp:positionV relativeFrom="paragraph">
                  <wp:posOffset>145415</wp:posOffset>
                </wp:positionV>
                <wp:extent cx="4248150" cy="1404620"/>
                <wp:effectExtent l="0" t="0" r="19050" b="1397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6FE0" w:rsidRDefault="00C36FE0" w:rsidP="00FC3D73">
                            <w:pPr>
                              <w:widowControl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＜</w:t>
                            </w:r>
                            <w:r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提出書類</w:t>
                            </w: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点</w:t>
                            </w: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又は</w:t>
                            </w:r>
                            <w:r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点</w:t>
                            </w:r>
                            <w:r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＞</w:t>
                            </w:r>
                          </w:p>
                          <w:p w:rsidR="00C36FE0" w:rsidRPr="00111385" w:rsidRDefault="00C36FE0" w:rsidP="00FC3D73">
                            <w:pPr>
                              <w:widowControl/>
                              <w:ind w:firstLineChars="100" w:firstLine="240"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・履歴書様式（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Excel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ファイル、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Word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ファイル）</w:t>
                            </w:r>
                          </w:p>
                          <w:p w:rsidR="00C36FE0" w:rsidRDefault="00C36FE0" w:rsidP="00FC3D73">
                            <w:pPr>
                              <w:widowControl/>
                              <w:ind w:firstLineChars="100" w:firstLine="240"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・教育研究業績書（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Excel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ファイル、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Word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ファイル）</w:t>
                            </w:r>
                            <w:r w:rsidRPr="00D66CE4"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  <w:vertAlign w:val="superscript"/>
                              </w:rPr>
                              <w:t>※</w:t>
                            </w:r>
                            <w:r w:rsidRPr="00D66CE4"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  <w:vertAlign w:val="superscript"/>
                              </w:rPr>
                              <w:t>1</w:t>
                            </w:r>
                          </w:p>
                          <w:p w:rsidR="00C36FE0" w:rsidRPr="00D66CE4" w:rsidRDefault="00C36FE0" w:rsidP="00FC3D73">
                            <w:pPr>
                              <w:widowControl/>
                              <w:ind w:firstLineChars="100" w:firstLine="240"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Cs w:val="24"/>
                              </w:rPr>
                            </w:pP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 w:rsidRPr="00D66CE4"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Cs w:val="24"/>
                              </w:rPr>
                              <w:t>※</w:t>
                            </w:r>
                            <w:r w:rsidRPr="00D66CE4"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Cs w:val="24"/>
                              </w:rPr>
                              <w:t>1</w:t>
                            </w:r>
                            <w:r w:rsidRPr="00D66CE4"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Cs w:val="24"/>
                              </w:rPr>
                              <w:t xml:space="preserve">　講師以上の場合に必要な書類となります。</w:t>
                            </w:r>
                          </w:p>
                          <w:p w:rsidR="00C36FE0" w:rsidRPr="00111385" w:rsidRDefault="00C36FE0" w:rsidP="00FC3D73">
                            <w:pPr>
                              <w:widowControl/>
                              <w:ind w:firstLineChars="100" w:firstLine="240"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・教育研究業績一覧（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Excel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ファイル、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Word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ファイル）</w:t>
                            </w:r>
                          </w:p>
                          <w:p w:rsidR="00C36FE0" w:rsidRDefault="00C36FE0" w:rsidP="00FE3C21">
                            <w:pPr>
                              <w:widowControl/>
                              <w:ind w:leftChars="100" w:left="450" w:hangingChars="100" w:hanging="240"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・審査基準チェックリスト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（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Word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ファイル）</w:t>
                            </w:r>
                          </w:p>
                          <w:p w:rsidR="00C36FE0" w:rsidRDefault="00C36FE0" w:rsidP="00FE3C21">
                            <w:pPr>
                              <w:widowControl/>
                              <w:ind w:leftChars="100" w:left="450" w:hangingChars="100" w:hanging="240"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 w:rsidR="00C36FE0" w:rsidRDefault="00C36FE0" w:rsidP="00FC3D73">
                            <w:pPr>
                              <w:widowControl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＜記入見本＞</w:t>
                            </w:r>
                          </w:p>
                          <w:p w:rsidR="00C36FE0" w:rsidRPr="00111385" w:rsidRDefault="00C36FE0" w:rsidP="00FC3D73">
                            <w:pPr>
                              <w:widowControl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・履歴書記載例</w:t>
                            </w:r>
                          </w:p>
                          <w:p w:rsidR="00C36FE0" w:rsidRPr="00111385" w:rsidRDefault="00C36FE0" w:rsidP="00FC3D73">
                            <w:pPr>
                              <w:widowControl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・教育研究業績書記入例</w:t>
                            </w:r>
                          </w:p>
                          <w:p w:rsidR="00C36FE0" w:rsidRPr="007615D1" w:rsidRDefault="00C36FE0" w:rsidP="00FC3D73">
                            <w:pPr>
                              <w:widowControl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・教育研究業績一覧記載例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C5D0D9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8.8pt;margin-top:11.45pt;width:334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">
                <v:textbox style="mso-fit-shape-to-text:t">
                  <w:txbxContent>
                    <w:p w:rsidR="00C36FE0" w:rsidRDefault="00C36FE0" w:rsidP="00FC3D73">
                      <w:pPr>
                        <w:widowControl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>＜</w:t>
                      </w:r>
                      <w:r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提出書類</w:t>
                      </w: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点</w:t>
                      </w: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>又は</w:t>
                      </w:r>
                      <w:r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>点</w:t>
                      </w:r>
                      <w:r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＞</w:t>
                      </w:r>
                    </w:p>
                    <w:p w:rsidR="00C36FE0" w:rsidRPr="00111385" w:rsidRDefault="00C36FE0" w:rsidP="00FC3D73">
                      <w:pPr>
                        <w:widowControl/>
                        <w:ind w:firstLineChars="100" w:firstLine="240"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・履歴書様式（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Excel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ファイル、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Word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ファイル）</w:t>
                      </w:r>
                    </w:p>
                    <w:p w:rsidR="00C36FE0" w:rsidRDefault="00C36FE0" w:rsidP="00FC3D73">
                      <w:pPr>
                        <w:widowControl/>
                        <w:ind w:firstLineChars="100" w:firstLine="240"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  <w:vertAlign w:val="superscript"/>
                        </w:rPr>
                      </w:pP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・教育研究業績書（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Excel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ファイル、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Word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ファイル）</w:t>
                      </w:r>
                      <w:r w:rsidRPr="00D66CE4"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  <w:vertAlign w:val="superscript"/>
                        </w:rPr>
                        <w:t>※</w:t>
                      </w:r>
                      <w:r w:rsidRPr="00D66CE4"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  <w:vertAlign w:val="superscript"/>
                        </w:rPr>
                        <w:t>1</w:t>
                      </w:r>
                    </w:p>
                    <w:p w:rsidR="00C36FE0" w:rsidRPr="00D66CE4" w:rsidRDefault="00C36FE0" w:rsidP="00FC3D73">
                      <w:pPr>
                        <w:widowControl/>
                        <w:ind w:firstLineChars="100" w:firstLine="240"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Cs w:val="24"/>
                        </w:rPr>
                      </w:pP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 xml:space="preserve">　　　</w:t>
                      </w:r>
                      <w:r w:rsidRPr="00D66CE4"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Cs w:val="24"/>
                        </w:rPr>
                        <w:t>※</w:t>
                      </w:r>
                      <w:r w:rsidRPr="00D66CE4"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Cs w:val="24"/>
                        </w:rPr>
                        <w:t>1</w:t>
                      </w:r>
                      <w:r w:rsidRPr="00D66CE4"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Cs w:val="24"/>
                        </w:rPr>
                        <w:t xml:space="preserve">　講師以上の場合に必要な書類となります。</w:t>
                      </w:r>
                    </w:p>
                    <w:p w:rsidR="00C36FE0" w:rsidRPr="00111385" w:rsidRDefault="00C36FE0" w:rsidP="00FC3D73">
                      <w:pPr>
                        <w:widowControl/>
                        <w:ind w:firstLineChars="100" w:firstLine="240"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・教育研究業績一覧（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Excel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ファイル、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Word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ファイル）</w:t>
                      </w:r>
                    </w:p>
                    <w:p w:rsidR="00C36FE0" w:rsidRDefault="00C36FE0" w:rsidP="00FE3C21">
                      <w:pPr>
                        <w:widowControl/>
                        <w:ind w:leftChars="100" w:left="450" w:hangingChars="100" w:hanging="240"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>・審査基準チェックリスト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（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Word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ファイル）</w:t>
                      </w:r>
                    </w:p>
                    <w:p w:rsidR="00C36FE0" w:rsidRDefault="00C36FE0" w:rsidP="00FE3C21">
                      <w:pPr>
                        <w:widowControl/>
                        <w:ind w:leftChars="100" w:left="450" w:hangingChars="100" w:hanging="240"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</w:p>
                    <w:p w:rsidR="00C36FE0" w:rsidRDefault="00C36FE0" w:rsidP="00FC3D73">
                      <w:pPr>
                        <w:widowControl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＜記入見本＞</w:t>
                      </w:r>
                    </w:p>
                    <w:p w:rsidR="00C36FE0" w:rsidRPr="00111385" w:rsidRDefault="00C36FE0" w:rsidP="00FC3D73">
                      <w:pPr>
                        <w:widowControl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・履歴書記載例</w:t>
                      </w:r>
                    </w:p>
                    <w:p w:rsidR="00C36FE0" w:rsidRPr="00111385" w:rsidRDefault="00C36FE0" w:rsidP="00FC3D73">
                      <w:pPr>
                        <w:widowControl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・教育研究業績書記入例</w:t>
                      </w:r>
                    </w:p>
                    <w:p w:rsidR="00C36FE0" w:rsidRPr="007615D1" w:rsidRDefault="00C36FE0" w:rsidP="00FC3D73">
                      <w:pPr>
                        <w:widowControl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・教育研究業績一覧記載例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FC3D73" w:rsidRPr="00D66CE4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FC3D73" w:rsidRDefault="00FC3D73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FE3C21" w:rsidRPr="00D66CE4" w:rsidRDefault="00FE3C21" w:rsidP="00FC3D73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FC3D73" w:rsidRPr="00D66CE4" w:rsidRDefault="00FC3D73" w:rsidP="00FC3D73">
      <w:pPr>
        <w:widowControl/>
        <w:ind w:left="130" w:hangingChars="59" w:hanging="130"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※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Excel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、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Word</w:t>
      </w: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ファイル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の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2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種類あるものについては、使用しやすい様式をご使用ください。</w:t>
      </w:r>
    </w:p>
    <w:p w:rsidR="00FE3C21" w:rsidRDefault="00FE3C21" w:rsidP="00FC3D73">
      <w:pPr>
        <w:widowControl/>
        <w:ind w:left="130" w:hangingChars="59" w:hanging="130"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FC3D73" w:rsidRPr="00D66CE4" w:rsidRDefault="00FC3D73" w:rsidP="00FC3D73">
      <w:pPr>
        <w:widowControl/>
        <w:ind w:left="130" w:hangingChars="59" w:hanging="130"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 xml:space="preserve">◎提出書類　</w:t>
      </w:r>
      <w:r w:rsidR="00C77776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4</w:t>
      </w: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点</w:t>
      </w:r>
      <w:r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又は</w:t>
      </w:r>
      <w:r w:rsidR="00C77776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3</w:t>
      </w:r>
      <w:r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点</w:t>
      </w: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（履歴書等）</w:t>
      </w:r>
      <w:r w:rsidR="00C36FE0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に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つきましては、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  <w:u w:val="single"/>
        </w:rPr>
        <w:t>記載内容の事前確認をいたします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ので、書類作成後、歯学部事務室まで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1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部ご提出ください。</w:t>
      </w:r>
      <w:r w:rsidR="00C36FE0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（</w:t>
      </w:r>
      <w:r w:rsidR="007A6C8E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審査基準</w:t>
      </w:r>
      <w:r w:rsidR="00C36FE0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チェックリストにつきましては、</w:t>
      </w: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署名・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押印</w:t>
      </w:r>
      <w:r w:rsidR="00C36FE0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の上、ご提出ください。その他の書類につきましては、</w:t>
      </w:r>
      <w:r w:rsidR="00C36FE0"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署名・</w:t>
      </w:r>
      <w:r w:rsidR="00C36FE0"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押印</w:t>
      </w:r>
      <w:r w:rsidR="00C36FE0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は不要です。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）</w:t>
      </w:r>
    </w:p>
    <w:p w:rsidR="00FC3D73" w:rsidRDefault="00FC3D73" w:rsidP="00FC3D73">
      <w:pPr>
        <w:widowControl/>
        <w:rPr>
          <w:rFonts w:ascii="Calibri" w:eastAsia="ＭＳ Ｐゴシック" w:hAnsi="Calibri" w:cs="ＭＳ Ｐゴシック"/>
          <w:b/>
          <w:color w:val="000000"/>
          <w:kern w:val="0"/>
          <w:sz w:val="24"/>
          <w:szCs w:val="24"/>
        </w:rPr>
      </w:pPr>
    </w:p>
    <w:p w:rsidR="00FC3D73" w:rsidRDefault="00FC3D73" w:rsidP="00FC3D73">
      <w:pPr>
        <w:widowControl/>
        <w:rPr>
          <w:rFonts w:ascii="Calibri" w:eastAsia="ＭＳ Ｐゴシック" w:hAnsi="Calibri" w:cs="ＭＳ Ｐゴシック"/>
          <w:b/>
          <w:color w:val="000000"/>
          <w:kern w:val="0"/>
          <w:sz w:val="24"/>
          <w:szCs w:val="24"/>
        </w:rPr>
      </w:pPr>
    </w:p>
    <w:p w:rsidR="00000400" w:rsidRDefault="00000400" w:rsidP="00FC3D73">
      <w:pPr>
        <w:widowControl/>
        <w:rPr>
          <w:rFonts w:ascii="Calibri" w:eastAsia="ＭＳ Ｐゴシック" w:hAnsi="Calibri" w:cs="ＭＳ Ｐゴシック"/>
          <w:b/>
          <w:color w:val="000000"/>
          <w:kern w:val="0"/>
          <w:sz w:val="24"/>
          <w:szCs w:val="24"/>
        </w:rPr>
      </w:pPr>
    </w:p>
    <w:p w:rsidR="00000400" w:rsidRDefault="00000400" w:rsidP="00FC3D73">
      <w:pPr>
        <w:widowControl/>
        <w:rPr>
          <w:rFonts w:ascii="Calibri" w:eastAsia="ＭＳ Ｐゴシック" w:hAnsi="Calibri" w:cs="ＭＳ Ｐゴシック"/>
          <w:b/>
          <w:color w:val="000000"/>
          <w:kern w:val="0"/>
          <w:sz w:val="24"/>
          <w:szCs w:val="24"/>
        </w:rPr>
      </w:pPr>
    </w:p>
    <w:p w:rsidR="00111385" w:rsidRPr="00FE3C21" w:rsidRDefault="00111385" w:rsidP="00FE3C21">
      <w:pPr>
        <w:widowControl/>
        <w:jc w:val="center"/>
        <w:rPr>
          <w:rFonts w:ascii="Calibri" w:eastAsia="ＭＳ Ｐゴシック" w:hAnsi="Calibri" w:cs="ＭＳ Ｐゴシック"/>
          <w:b/>
          <w:color w:val="000000"/>
          <w:kern w:val="0"/>
          <w:sz w:val="24"/>
          <w:szCs w:val="24"/>
        </w:rPr>
      </w:pPr>
      <w:r w:rsidRPr="00D66CE4">
        <w:rPr>
          <w:rFonts w:ascii="Calibri" w:eastAsia="ＭＳ Ｐゴシック" w:hAnsi="Calibri" w:cs="ＭＳ Ｐゴシック" w:hint="eastAsia"/>
          <w:b/>
          <w:color w:val="000000"/>
          <w:kern w:val="0"/>
          <w:sz w:val="24"/>
          <w:szCs w:val="24"/>
        </w:rPr>
        <w:t>＜</w:t>
      </w:r>
      <w:r w:rsidR="00D66CE4" w:rsidRPr="00D66CE4">
        <w:rPr>
          <w:rFonts w:ascii="Calibri" w:eastAsia="ＭＳ Ｐゴシック" w:hAnsi="Calibri" w:cs="ＭＳ Ｐゴシック" w:hint="eastAsia"/>
          <w:b/>
          <w:color w:val="000000"/>
          <w:kern w:val="0"/>
          <w:sz w:val="24"/>
          <w:szCs w:val="24"/>
        </w:rPr>
        <w:t>業績</w:t>
      </w:r>
      <w:r w:rsidR="00F44471" w:rsidRPr="00D66CE4">
        <w:rPr>
          <w:rFonts w:ascii="Calibri" w:eastAsia="ＭＳ Ｐゴシック" w:hAnsi="Calibri" w:cs="ＭＳ Ｐゴシック" w:hint="eastAsia"/>
          <w:b/>
          <w:color w:val="000000"/>
          <w:kern w:val="0"/>
          <w:sz w:val="24"/>
          <w:szCs w:val="24"/>
        </w:rPr>
        <w:t>評価</w:t>
      </w:r>
      <w:r w:rsidRPr="00D66CE4">
        <w:rPr>
          <w:rFonts w:ascii="Calibri" w:eastAsia="ＭＳ Ｐゴシック" w:hAnsi="Calibri" w:cs="ＭＳ Ｐゴシック" w:hint="eastAsia"/>
          <w:b/>
          <w:color w:val="000000"/>
          <w:kern w:val="0"/>
          <w:sz w:val="24"/>
          <w:szCs w:val="24"/>
        </w:rPr>
        <w:t>申請に関する各種様式及び提出書類について＞</w:t>
      </w:r>
    </w:p>
    <w:p w:rsidR="00111385" w:rsidRPr="00D66CE4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標記の件につきまして、</w:t>
      </w:r>
      <w:r w:rsidR="00D66CE4"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業績</w:t>
      </w:r>
      <w:r w:rsidR="004D2D08"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評価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申請に関する各種様式</w:t>
      </w: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は次の通りです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。</w:t>
      </w:r>
    </w:p>
    <w:p w:rsidR="00111385" w:rsidRPr="00D66CE4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  <w:r w:rsidRPr="00D66CE4">
        <w:rPr>
          <w:rFonts w:ascii="Calibri" w:eastAsia="ＭＳ Ｐゴシック" w:hAnsi="Calibri" w:cs="ＭＳ Ｐゴシック"/>
          <w:noProof/>
          <w:color w:val="000000"/>
          <w:kern w:val="0"/>
          <w:sz w:val="22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A08CF2" wp14:editId="2E4C097D">
                <wp:simplePos x="0" y="0"/>
                <wp:positionH relativeFrom="column">
                  <wp:posOffset>364103</wp:posOffset>
                </wp:positionH>
                <wp:positionV relativeFrom="paragraph">
                  <wp:posOffset>147071</wp:posOffset>
                </wp:positionV>
                <wp:extent cx="3710305" cy="1404620"/>
                <wp:effectExtent l="0" t="0" r="23495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03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6FE0" w:rsidRDefault="00C36FE0" w:rsidP="00111385">
                            <w:pPr>
                              <w:widowControl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＜</w:t>
                            </w:r>
                            <w:r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提出書類</w:t>
                            </w: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000400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点＞</w:t>
                            </w:r>
                          </w:p>
                          <w:p w:rsidR="00C36FE0" w:rsidRPr="00111385" w:rsidRDefault="00C36FE0" w:rsidP="00000400">
                            <w:pPr>
                              <w:widowControl/>
                              <w:ind w:firstLineChars="100" w:firstLine="240"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・履歴書様式（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Excel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ファイル、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Word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ファイル）</w:t>
                            </w:r>
                          </w:p>
                          <w:p w:rsidR="00C36FE0" w:rsidRPr="00111385" w:rsidRDefault="00C36FE0" w:rsidP="007615D1">
                            <w:pPr>
                              <w:widowControl/>
                              <w:ind w:firstLineChars="100" w:firstLine="240"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・教育研究業績一覧（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Excel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ファイル、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Word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ファイル）</w:t>
                            </w:r>
                          </w:p>
                          <w:p w:rsidR="00C36FE0" w:rsidRDefault="00C36FE0" w:rsidP="007615D1">
                            <w:pPr>
                              <w:widowControl/>
                              <w:ind w:firstLineChars="100" w:firstLine="240"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</w:t>
                            </w: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業績報告書様式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（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Word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ファイル）</w:t>
                            </w:r>
                          </w:p>
                          <w:p w:rsidR="00C36FE0" w:rsidRDefault="00C36FE0" w:rsidP="00111385">
                            <w:pPr>
                              <w:widowControl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 w:rsidR="00C36FE0" w:rsidRDefault="00C36FE0" w:rsidP="00111385">
                            <w:pPr>
                              <w:widowControl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ＭＳ Ｐゴシック" w:hAnsi="Calibri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＜記入見本＞</w:t>
                            </w:r>
                          </w:p>
                          <w:p w:rsidR="00C36FE0" w:rsidRPr="00111385" w:rsidRDefault="00C36FE0" w:rsidP="007615D1">
                            <w:pPr>
                              <w:widowControl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・履歴書記載例</w:t>
                            </w:r>
                          </w:p>
                          <w:p w:rsidR="00C36FE0" w:rsidRPr="007615D1" w:rsidRDefault="00C36FE0" w:rsidP="00111385">
                            <w:pPr>
                              <w:widowControl/>
                              <w:jc w:val="left"/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111385">
                              <w:rPr>
                                <w:rFonts w:ascii="Calibri" w:eastAsia="ＭＳ Ｐゴシック" w:hAnsi="Calibri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・教育研究業績一覧記載例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A08CF2" id="_x0000_s1027" type="#_x0000_t202" style="position:absolute;margin-left:28.65pt;margin-top:11.6pt;width:292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">
                <v:textbox style="mso-fit-shape-to-text:t">
                  <w:txbxContent>
                    <w:p w:rsidR="00C36FE0" w:rsidRDefault="00C36FE0" w:rsidP="00111385">
                      <w:pPr>
                        <w:widowControl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>＜</w:t>
                      </w:r>
                      <w:r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提出書類</w:t>
                      </w: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  <w:r w:rsidR="00000400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点＞</w:t>
                      </w:r>
                    </w:p>
                    <w:p w:rsidR="00C36FE0" w:rsidRPr="00111385" w:rsidRDefault="00C36FE0" w:rsidP="00000400">
                      <w:pPr>
                        <w:widowControl/>
                        <w:ind w:firstLineChars="100" w:firstLine="240"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・履歴書様式（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Excel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ファイル、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Word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ファイル）</w:t>
                      </w:r>
                    </w:p>
                    <w:p w:rsidR="00C36FE0" w:rsidRPr="00111385" w:rsidRDefault="00C36FE0" w:rsidP="007615D1">
                      <w:pPr>
                        <w:widowControl/>
                        <w:ind w:firstLineChars="100" w:firstLine="240"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・教育研究業績一覧（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Excel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ファイル、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Word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ファイル）</w:t>
                      </w:r>
                    </w:p>
                    <w:p w:rsidR="00C36FE0" w:rsidRDefault="00C36FE0" w:rsidP="007615D1">
                      <w:pPr>
                        <w:widowControl/>
                        <w:ind w:firstLineChars="100" w:firstLine="240"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</w:t>
                      </w: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>業績報告書様式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（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Word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ファイル）</w:t>
                      </w:r>
                    </w:p>
                    <w:p w:rsidR="00C36FE0" w:rsidRDefault="00C36FE0" w:rsidP="00111385">
                      <w:pPr>
                        <w:widowControl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</w:p>
                    <w:p w:rsidR="00C36FE0" w:rsidRDefault="00C36FE0" w:rsidP="00111385">
                      <w:pPr>
                        <w:widowControl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ＭＳ Ｐゴシック" w:hAnsi="Calibri" w:cs="ＭＳ Ｐゴシック" w:hint="eastAsia"/>
                          <w:color w:val="000000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＜記入見本＞</w:t>
                      </w:r>
                    </w:p>
                    <w:p w:rsidR="00C36FE0" w:rsidRPr="00111385" w:rsidRDefault="00C36FE0" w:rsidP="007615D1">
                      <w:pPr>
                        <w:widowControl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・履歴書記載例</w:t>
                      </w:r>
                    </w:p>
                    <w:p w:rsidR="00C36FE0" w:rsidRPr="007615D1" w:rsidRDefault="00C36FE0" w:rsidP="00111385">
                      <w:pPr>
                        <w:widowControl/>
                        <w:jc w:val="left"/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111385">
                        <w:rPr>
                          <w:rFonts w:ascii="Calibri" w:eastAsia="ＭＳ Ｐゴシック" w:hAnsi="Calibri" w:cs="ＭＳ Ｐゴシック"/>
                          <w:color w:val="000000"/>
                          <w:kern w:val="0"/>
                          <w:sz w:val="24"/>
                          <w:szCs w:val="24"/>
                        </w:rPr>
                        <w:t>・教育研究業績一覧記載例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11385" w:rsidRPr="00D66CE4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111385" w:rsidRPr="00D66CE4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111385" w:rsidRPr="00D66CE4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111385" w:rsidRPr="00D66CE4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111385" w:rsidRPr="00D66CE4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111385" w:rsidRPr="00D66CE4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111385" w:rsidRPr="00D66CE4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4D2D08" w:rsidRPr="00D66CE4" w:rsidRDefault="004D2D08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7615D1" w:rsidRPr="00D66CE4" w:rsidRDefault="007615D1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</w:p>
    <w:p w:rsidR="00111385" w:rsidRPr="00D66CE4" w:rsidRDefault="00111385" w:rsidP="007615D1">
      <w:pPr>
        <w:widowControl/>
        <w:ind w:left="130" w:hangingChars="59" w:hanging="130"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※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Excel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、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Word</w:t>
      </w: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ファイル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の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2</w:t>
      </w: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種類あるものについては、使用しやすい様式をご使用ください。</w:t>
      </w:r>
    </w:p>
    <w:p w:rsidR="00111385" w:rsidRPr="00D66CE4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 </w:t>
      </w:r>
    </w:p>
    <w:p w:rsidR="00D66CE4" w:rsidRPr="00D66CE4" w:rsidRDefault="00D66CE4" w:rsidP="00D66CE4">
      <w:pPr>
        <w:widowControl/>
        <w:ind w:left="130" w:hangingChars="59" w:hanging="130"/>
        <w:jc w:val="left"/>
        <w:rPr>
          <w:rFonts w:ascii="ＭＳ Ｐゴシック" w:eastAsia="ＭＳ Ｐゴシック" w:hAnsi="ＭＳ Ｐゴシック" w:cs="ＭＳ 明朝"/>
          <w:color w:val="000000"/>
          <w:kern w:val="0"/>
          <w:sz w:val="22"/>
          <w:szCs w:val="24"/>
        </w:rPr>
      </w:pPr>
      <w:r w:rsidRPr="00D66CE4">
        <w:rPr>
          <w:rFonts w:ascii="ＭＳ Ｐゴシック" w:eastAsia="ＭＳ Ｐゴシック" w:hAnsi="ＭＳ Ｐゴシック" w:cs="ＭＳ 明朝" w:hint="eastAsia"/>
          <w:color w:val="000000"/>
          <w:kern w:val="0"/>
          <w:sz w:val="22"/>
          <w:szCs w:val="24"/>
        </w:rPr>
        <w:t>◎教育研究業績一覧及び業績報告書については、業績評価期間の業績のみ記載してください。</w:t>
      </w:r>
    </w:p>
    <w:p w:rsidR="00111385" w:rsidRPr="00D66CE4" w:rsidRDefault="007615D1" w:rsidP="007615D1">
      <w:pPr>
        <w:widowControl/>
        <w:ind w:left="130" w:hangingChars="59" w:hanging="130"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  <w:bookmarkStart w:id="0" w:name="_Hlk30499159"/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 xml:space="preserve">◎提出書類　</w:t>
      </w:r>
      <w:r w:rsidR="00000400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3</w:t>
      </w: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点（履歴書等）</w:t>
      </w:r>
      <w:r w:rsidR="00111385"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つきましては、</w:t>
      </w:r>
      <w:r w:rsidR="00111385"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  <w:u w:val="single"/>
        </w:rPr>
        <w:t>記載内容</w:t>
      </w:r>
      <w:bookmarkStart w:id="1" w:name="_GoBack"/>
      <w:bookmarkEnd w:id="1"/>
      <w:r w:rsidR="00111385"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  <w:u w:val="single"/>
        </w:rPr>
        <w:t>の事前確認をいたします</w:t>
      </w:r>
      <w:r w:rsidR="00111385"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ので、書類作成後、歯学部事務室まで</w:t>
      </w:r>
      <w:r w:rsidR="00111385"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1</w:t>
      </w:r>
      <w:r w:rsidR="00111385"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部ご提出ください。（</w:t>
      </w:r>
      <w:r w:rsidRPr="00D66CE4">
        <w:rPr>
          <w:rFonts w:ascii="Calibri" w:eastAsia="ＭＳ Ｐゴシック" w:hAnsi="Calibri" w:cs="ＭＳ Ｐゴシック" w:hint="eastAsia"/>
          <w:color w:val="000000"/>
          <w:kern w:val="0"/>
          <w:sz w:val="22"/>
          <w:szCs w:val="24"/>
        </w:rPr>
        <w:t>署名・</w:t>
      </w:r>
      <w:r w:rsidR="00111385"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押印は、不要です。）</w:t>
      </w:r>
    </w:p>
    <w:bookmarkEnd w:id="0"/>
    <w:p w:rsidR="00111385" w:rsidRDefault="00111385" w:rsidP="00111385">
      <w:pPr>
        <w:widowControl/>
        <w:jc w:val="left"/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</w:pPr>
      <w:r w:rsidRPr="00D66CE4">
        <w:rPr>
          <w:rFonts w:ascii="Calibri" w:eastAsia="ＭＳ Ｐゴシック" w:hAnsi="Calibri" w:cs="ＭＳ Ｐゴシック"/>
          <w:color w:val="000000"/>
          <w:kern w:val="0"/>
          <w:sz w:val="22"/>
          <w:szCs w:val="24"/>
        </w:rPr>
        <w:t> </w:t>
      </w:r>
    </w:p>
    <w:sectPr w:rsidR="00111385" w:rsidSect="009730DE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400" w:rsidRDefault="00000400" w:rsidP="00000400">
      <w:r>
        <w:separator/>
      </w:r>
    </w:p>
  </w:endnote>
  <w:endnote w:type="continuationSeparator" w:id="0">
    <w:p w:rsidR="00000400" w:rsidRDefault="00000400" w:rsidP="00000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400" w:rsidRDefault="00000400" w:rsidP="00000400">
      <w:r>
        <w:separator/>
      </w:r>
    </w:p>
  </w:footnote>
  <w:footnote w:type="continuationSeparator" w:id="0">
    <w:p w:rsidR="00000400" w:rsidRDefault="00000400" w:rsidP="000004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385"/>
    <w:rsid w:val="00000400"/>
    <w:rsid w:val="00111385"/>
    <w:rsid w:val="00254534"/>
    <w:rsid w:val="004D2D08"/>
    <w:rsid w:val="007615D1"/>
    <w:rsid w:val="007A6C8E"/>
    <w:rsid w:val="009730DE"/>
    <w:rsid w:val="009A0343"/>
    <w:rsid w:val="00C36FE0"/>
    <w:rsid w:val="00C77776"/>
    <w:rsid w:val="00D16678"/>
    <w:rsid w:val="00D66CE4"/>
    <w:rsid w:val="00F44471"/>
    <w:rsid w:val="00FC3D73"/>
    <w:rsid w:val="00FE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7377C7"/>
  <w15:chartTrackingRefBased/>
  <w15:docId w15:val="{A37CD926-A2DE-4767-A8EC-4D7177687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5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5453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04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0400"/>
  </w:style>
  <w:style w:type="paragraph" w:styleId="a7">
    <w:name w:val="footer"/>
    <w:basedOn w:val="a"/>
    <w:link w:val="a8"/>
    <w:uiPriority w:val="99"/>
    <w:unhideWhenUsed/>
    <w:rsid w:val="000004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0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2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52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37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40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1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181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836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023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7017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3097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80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7015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902208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2317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087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6790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05973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65079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00876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351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1132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054361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282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86294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7172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6153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6031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5019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7350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4386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00632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9877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1589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8851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6434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8654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35E169F8.dotm</Template>
  <TotalTime>103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安川亜弥</dc:creator>
  <cp:keywords/>
  <dc:description/>
  <cp:lastModifiedBy>山田 聖子</cp:lastModifiedBy>
  <cp:revision>10</cp:revision>
  <cp:lastPrinted>2016-04-22T00:00:00Z</cp:lastPrinted>
  <dcterms:created xsi:type="dcterms:W3CDTF">2016-04-21T23:46:00Z</dcterms:created>
  <dcterms:modified xsi:type="dcterms:W3CDTF">2021-03-30T06:49:00Z</dcterms:modified>
</cp:coreProperties>
</file>