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1190A" w14:textId="192B93D4" w:rsidR="007F736A" w:rsidRPr="00900CAB" w:rsidRDefault="007F736A">
      <w:pPr>
        <w:rPr>
          <w:sz w:val="18"/>
          <w:szCs w:val="18"/>
        </w:rPr>
      </w:pPr>
      <w:r w:rsidRPr="00F11040">
        <w:rPr>
          <w:rFonts w:hint="eastAsia"/>
          <w:sz w:val="20"/>
          <w:szCs w:val="20"/>
        </w:rPr>
        <w:t>歯学部教員</w:t>
      </w:r>
      <w:r w:rsidR="00F52269">
        <w:rPr>
          <w:rFonts w:hint="eastAsia"/>
          <w:sz w:val="20"/>
          <w:szCs w:val="20"/>
        </w:rPr>
        <w:t>(</w:t>
      </w:r>
      <w:r w:rsidR="00F52269">
        <w:rPr>
          <w:rFonts w:hint="eastAsia"/>
          <w:sz w:val="20"/>
          <w:szCs w:val="20"/>
        </w:rPr>
        <w:t>常勤</w:t>
      </w:r>
      <w:r w:rsidR="00243F19">
        <w:rPr>
          <w:rFonts w:hint="eastAsia"/>
          <w:sz w:val="20"/>
          <w:szCs w:val="20"/>
        </w:rPr>
        <w:t>・基礎系</w:t>
      </w:r>
      <w:r w:rsidR="00F52269">
        <w:rPr>
          <w:rFonts w:hint="eastAsia"/>
          <w:sz w:val="20"/>
          <w:szCs w:val="20"/>
        </w:rPr>
        <w:t>)</w:t>
      </w:r>
      <w:r w:rsidRPr="003A081D">
        <w:rPr>
          <w:rFonts w:hint="eastAsia"/>
          <w:sz w:val="24"/>
        </w:rPr>
        <w:t xml:space="preserve">　</w:t>
      </w:r>
      <w:r w:rsidR="00475016">
        <w:rPr>
          <w:rFonts w:hint="eastAsia"/>
          <w:b/>
          <w:sz w:val="32"/>
        </w:rPr>
        <w:t>専任</w:t>
      </w:r>
      <w:r w:rsidRPr="003A081D">
        <w:rPr>
          <w:rFonts w:hint="eastAsia"/>
          <w:b/>
          <w:sz w:val="32"/>
        </w:rPr>
        <w:t>採用</w:t>
      </w:r>
      <w:r w:rsidRPr="003A081D">
        <w:rPr>
          <w:rFonts w:hint="eastAsia"/>
          <w:sz w:val="24"/>
        </w:rPr>
        <w:t xml:space="preserve">　</w:t>
      </w:r>
      <w:r w:rsidRPr="00F11040">
        <w:rPr>
          <w:rFonts w:hint="eastAsia"/>
          <w:sz w:val="20"/>
          <w:szCs w:val="20"/>
        </w:rPr>
        <w:t>審査基準　チェックリスト</w:t>
      </w:r>
      <w:r w:rsidR="00900CAB">
        <w:rPr>
          <w:rFonts w:hint="eastAsia"/>
          <w:sz w:val="20"/>
          <w:szCs w:val="20"/>
        </w:rPr>
        <w:t xml:space="preserve">　</w:t>
      </w:r>
      <w:r w:rsidR="00E86C67">
        <w:rPr>
          <w:rFonts w:hint="eastAsia"/>
          <w:sz w:val="20"/>
          <w:szCs w:val="20"/>
        </w:rPr>
        <w:t xml:space="preserve">　　　　　　　　</w:t>
      </w:r>
      <w:r w:rsidR="00E86C67" w:rsidRPr="00F11040">
        <w:rPr>
          <w:rFonts w:hint="eastAsia"/>
          <w:sz w:val="20"/>
          <w:szCs w:val="20"/>
          <w:u w:val="single"/>
        </w:rPr>
        <w:t>申請者氏名</w:t>
      </w:r>
      <w:r w:rsidR="00900CAB" w:rsidRPr="00900CAB">
        <w:rPr>
          <w:rFonts w:hint="eastAsia"/>
          <w:sz w:val="18"/>
          <w:szCs w:val="18"/>
          <w:u w:val="single"/>
        </w:rPr>
        <w:t xml:space="preserve">　　　　　　　　　　　　　　　　　　　　　　　　</w:t>
      </w:r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421"/>
        <w:gridCol w:w="567"/>
        <w:gridCol w:w="3827"/>
        <w:gridCol w:w="850"/>
        <w:gridCol w:w="5120"/>
      </w:tblGrid>
      <w:tr w:rsidR="006922D9" w:rsidRPr="00B7347E" w14:paraId="21B595B0" w14:textId="77777777" w:rsidTr="00AE61EE">
        <w:trPr>
          <w:trHeight w:val="362"/>
          <w:jc w:val="center"/>
        </w:trPr>
        <w:tc>
          <w:tcPr>
            <w:tcW w:w="421" w:type="dxa"/>
          </w:tcPr>
          <w:p w14:paraId="09FA9716" w14:textId="77777777" w:rsidR="006922D9" w:rsidRPr="00B7347E" w:rsidRDefault="00B7347E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申請</w:t>
            </w:r>
          </w:p>
        </w:tc>
        <w:tc>
          <w:tcPr>
            <w:tcW w:w="567" w:type="dxa"/>
          </w:tcPr>
          <w:p w14:paraId="6D82E39B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職名</w:t>
            </w:r>
          </w:p>
        </w:tc>
        <w:tc>
          <w:tcPr>
            <w:tcW w:w="3827" w:type="dxa"/>
          </w:tcPr>
          <w:p w14:paraId="5162AF7D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審査基準</w:t>
            </w:r>
          </w:p>
        </w:tc>
        <w:tc>
          <w:tcPr>
            <w:tcW w:w="850" w:type="dxa"/>
          </w:tcPr>
          <w:p w14:paraId="51F323C1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チェック欄</w:t>
            </w:r>
          </w:p>
        </w:tc>
        <w:tc>
          <w:tcPr>
            <w:tcW w:w="5120" w:type="dxa"/>
          </w:tcPr>
          <w:p w14:paraId="77AF78AE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詳細</w:t>
            </w:r>
          </w:p>
        </w:tc>
      </w:tr>
      <w:tr w:rsidR="000505AF" w:rsidRPr="00B7347E" w14:paraId="103E14E2" w14:textId="77777777" w:rsidTr="000505AF">
        <w:trPr>
          <w:trHeight w:val="727"/>
          <w:jc w:val="center"/>
        </w:trPr>
        <w:tc>
          <w:tcPr>
            <w:tcW w:w="421" w:type="dxa"/>
            <w:vMerge w:val="restart"/>
            <w:vAlign w:val="center"/>
          </w:tcPr>
          <w:p w14:paraId="4E3C38C2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775A50AD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講師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ED5F3C2" w14:textId="64C15F46" w:rsidR="000505AF" w:rsidRPr="00BA742D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専任採用予定日から遡って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年間に</w:t>
            </w:r>
            <w:r w:rsidR="00EB4473">
              <w:rPr>
                <w:rFonts w:hint="eastAsia"/>
                <w:sz w:val="20"/>
                <w:szCs w:val="20"/>
              </w:rPr>
              <w:t>I</w:t>
            </w:r>
            <w:r w:rsidR="00EB4473">
              <w:rPr>
                <w:sz w:val="20"/>
                <w:szCs w:val="20"/>
              </w:rPr>
              <w:t>F</w:t>
            </w:r>
            <w:r w:rsidR="00EB4473">
              <w:rPr>
                <w:rFonts w:hint="eastAsia"/>
                <w:sz w:val="20"/>
                <w:szCs w:val="20"/>
              </w:rPr>
              <w:t>付</w:t>
            </w:r>
            <w:r w:rsidRPr="00BA742D">
              <w:rPr>
                <w:rFonts w:hint="eastAsia"/>
                <w:sz w:val="20"/>
                <w:szCs w:val="20"/>
              </w:rPr>
              <w:t>主論文</w:t>
            </w:r>
            <w:r w:rsidRPr="00BA742D">
              <w:rPr>
                <w:rFonts w:hint="eastAsia"/>
                <w:sz w:val="20"/>
                <w:szCs w:val="20"/>
              </w:rPr>
              <w:t>2</w:t>
            </w:r>
            <w:r w:rsidRPr="00BA742D">
              <w:rPr>
                <w:rFonts w:hint="eastAsia"/>
                <w:sz w:val="20"/>
                <w:szCs w:val="20"/>
              </w:rPr>
              <w:t>編</w:t>
            </w:r>
            <w:r w:rsidR="00EB4473">
              <w:rPr>
                <w:rFonts w:hint="eastAsia"/>
                <w:sz w:val="20"/>
                <w:szCs w:val="20"/>
              </w:rPr>
              <w:t>（学位基盤論文除く）</w:t>
            </w:r>
            <w:r w:rsidRPr="00BA742D">
              <w:rPr>
                <w:rFonts w:hint="eastAsia"/>
                <w:sz w:val="20"/>
                <w:szCs w:val="20"/>
              </w:rPr>
              <w:t>以上</w:t>
            </w:r>
            <w:r w:rsidR="00EB4473">
              <w:rPr>
                <w:rFonts w:hint="eastAsia"/>
                <w:sz w:val="20"/>
                <w:szCs w:val="20"/>
              </w:rPr>
              <w:t>を</w:t>
            </w:r>
            <w:r w:rsidRPr="00BA742D">
              <w:rPr>
                <w:rFonts w:hint="eastAsia"/>
                <w:sz w:val="20"/>
                <w:szCs w:val="20"/>
              </w:rPr>
              <w:t>有する、あるいは主論文のＩＦ（</w:t>
            </w:r>
            <w:r w:rsidRPr="00BA742D">
              <w:rPr>
                <w:rFonts w:hint="eastAsia"/>
                <w:sz w:val="20"/>
                <w:szCs w:val="20"/>
              </w:rPr>
              <w:t>impact factor)</w:t>
            </w:r>
            <w:r w:rsidRPr="00BA742D">
              <w:rPr>
                <w:rFonts w:hint="eastAsia"/>
                <w:sz w:val="20"/>
                <w:szCs w:val="20"/>
              </w:rPr>
              <w:t>を</w:t>
            </w:r>
            <w:r w:rsidRPr="00BA742D">
              <w:rPr>
                <w:rFonts w:hint="eastAsia"/>
                <w:sz w:val="20"/>
                <w:szCs w:val="20"/>
              </w:rPr>
              <w:t>3</w:t>
            </w:r>
            <w:r w:rsidRPr="00BA742D">
              <w:rPr>
                <w:rFonts w:hint="eastAsia"/>
                <w:sz w:val="20"/>
                <w:szCs w:val="20"/>
              </w:rPr>
              <w:t>以上有する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0F53D81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bottom w:val="single" w:sz="4" w:space="0" w:color="auto"/>
            </w:tcBorders>
          </w:tcPr>
          <w:p w14:paraId="6B456A82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Pr="00BA742D">
              <w:rPr>
                <w:rFonts w:hint="eastAsia"/>
                <w:sz w:val="20"/>
                <w:szCs w:val="20"/>
              </w:rPr>
              <w:t>と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6113E59A" w14:textId="77777777" w:rsidR="000505AF" w:rsidRPr="000505AF" w:rsidRDefault="000505AF" w:rsidP="000505AF">
            <w:pPr>
              <w:rPr>
                <w:sz w:val="20"/>
                <w:szCs w:val="20"/>
              </w:rPr>
            </w:pPr>
          </w:p>
          <w:p w14:paraId="535C1FD5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</w:tr>
      <w:tr w:rsidR="000505AF" w:rsidRPr="008F43BB" w14:paraId="320793D8" w14:textId="77777777" w:rsidTr="00285129">
        <w:trPr>
          <w:trHeight w:val="2051"/>
          <w:jc w:val="center"/>
        </w:trPr>
        <w:tc>
          <w:tcPr>
            <w:tcW w:w="421" w:type="dxa"/>
            <w:vMerge/>
            <w:vAlign w:val="center"/>
          </w:tcPr>
          <w:p w14:paraId="38B3E829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bookmarkStart w:id="0" w:name="_Hlk54606579"/>
          </w:p>
        </w:tc>
        <w:tc>
          <w:tcPr>
            <w:tcW w:w="567" w:type="dxa"/>
            <w:vMerge/>
            <w:vAlign w:val="center"/>
          </w:tcPr>
          <w:p w14:paraId="68DE405D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5816F6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1B75B9C8" w14:textId="77777777" w:rsidR="000505AF" w:rsidRPr="00B53874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0E64DC0A" w14:textId="77777777" w:rsidR="000505AF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single" w:sz="4" w:space="0" w:color="auto"/>
            </w:tcBorders>
          </w:tcPr>
          <w:p w14:paraId="4E5A2FD1" w14:textId="77777777" w:rsidR="00336932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="00336932">
              <w:rPr>
                <w:rFonts w:hint="eastAsia"/>
                <w:kern w:val="0"/>
                <w:sz w:val="20"/>
                <w:szCs w:val="20"/>
              </w:rPr>
              <w:t>申請時から遡って</w:t>
            </w:r>
            <w:r w:rsidR="00336932">
              <w:rPr>
                <w:kern w:val="0"/>
                <w:sz w:val="20"/>
                <w:szCs w:val="20"/>
              </w:rPr>
              <w:t>5</w:t>
            </w:r>
            <w:r w:rsidR="00336932">
              <w:rPr>
                <w:rFonts w:hint="eastAsia"/>
                <w:kern w:val="0"/>
                <w:sz w:val="20"/>
                <w:szCs w:val="20"/>
              </w:rPr>
              <w:t>年間の</w:t>
            </w:r>
            <w:r>
              <w:rPr>
                <w:rFonts w:hint="eastAsia"/>
                <w:sz w:val="20"/>
                <w:szCs w:val="20"/>
              </w:rPr>
              <w:t>申請・採択状況》</w:t>
            </w:r>
          </w:p>
          <w:p w14:paraId="74E94A00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代表者分のみ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34C8E37A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19CB945E" w14:textId="77777777" w:rsidR="000505AF" w:rsidRDefault="000505AF" w:rsidP="000505AF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bookmarkEnd w:id="0"/>
      <w:tr w:rsidR="000505AF" w:rsidRPr="00B7347E" w14:paraId="0F583C27" w14:textId="77777777" w:rsidTr="0030642D">
        <w:trPr>
          <w:trHeight w:val="718"/>
          <w:jc w:val="center"/>
        </w:trPr>
        <w:tc>
          <w:tcPr>
            <w:tcW w:w="421" w:type="dxa"/>
            <w:vMerge w:val="restart"/>
            <w:vAlign w:val="center"/>
          </w:tcPr>
          <w:p w14:paraId="67BF9A10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3C86346D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准教授</w:t>
            </w:r>
          </w:p>
        </w:tc>
        <w:tc>
          <w:tcPr>
            <w:tcW w:w="3827" w:type="dxa"/>
            <w:vAlign w:val="center"/>
          </w:tcPr>
          <w:p w14:paraId="0396008F" w14:textId="7FF33E4C" w:rsidR="000505AF" w:rsidRPr="00B7347E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専任採用予定日から遡って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年間に</w:t>
            </w:r>
            <w:r w:rsidR="000B2260">
              <w:rPr>
                <w:sz w:val="20"/>
                <w:szCs w:val="20"/>
              </w:rPr>
              <w:t>IF</w:t>
            </w:r>
            <w:r w:rsidR="000B2260">
              <w:rPr>
                <w:rFonts w:hint="eastAsia"/>
                <w:sz w:val="20"/>
                <w:szCs w:val="20"/>
              </w:rPr>
              <w:t>付</w:t>
            </w:r>
            <w:r w:rsidRPr="00BA742D">
              <w:rPr>
                <w:rFonts w:hint="eastAsia"/>
                <w:sz w:val="20"/>
                <w:szCs w:val="20"/>
              </w:rPr>
              <w:t>主論文</w:t>
            </w:r>
            <w:r w:rsidR="0026214D">
              <w:rPr>
                <w:rFonts w:hint="eastAsia"/>
                <w:sz w:val="20"/>
                <w:szCs w:val="20"/>
              </w:rPr>
              <w:t>3</w:t>
            </w:r>
            <w:r w:rsidRPr="00BA742D">
              <w:rPr>
                <w:rFonts w:hint="eastAsia"/>
                <w:sz w:val="20"/>
                <w:szCs w:val="20"/>
              </w:rPr>
              <w:t>編以上を有する、あるいは主論文の</w:t>
            </w:r>
            <w:r w:rsidR="0026214D">
              <w:rPr>
                <w:rFonts w:hint="eastAsia"/>
                <w:sz w:val="20"/>
                <w:szCs w:val="20"/>
              </w:rPr>
              <w:t>総</w:t>
            </w:r>
            <w:r w:rsidRPr="00BA742D">
              <w:rPr>
                <w:rFonts w:hint="eastAsia"/>
                <w:sz w:val="20"/>
                <w:szCs w:val="20"/>
              </w:rPr>
              <w:t>ＩＦを</w:t>
            </w:r>
            <w:r w:rsidR="0026214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以上有する</w:t>
            </w:r>
          </w:p>
        </w:tc>
        <w:tc>
          <w:tcPr>
            <w:tcW w:w="850" w:type="dxa"/>
            <w:vAlign w:val="center"/>
          </w:tcPr>
          <w:p w14:paraId="2CA021F3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1643435E" w14:textId="77777777" w:rsidR="000505AF" w:rsidRPr="00B7347E" w:rsidRDefault="0026214D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Pr="00BA742D">
              <w:rPr>
                <w:rFonts w:hint="eastAsia"/>
                <w:sz w:val="20"/>
                <w:szCs w:val="20"/>
              </w:rPr>
              <w:t>と総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2D7C29B1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</w:tr>
      <w:tr w:rsidR="000505AF" w:rsidRPr="00B7347E" w14:paraId="5AC7283E" w14:textId="77777777" w:rsidTr="00285129">
        <w:trPr>
          <w:trHeight w:val="2024"/>
          <w:jc w:val="center"/>
        </w:trPr>
        <w:tc>
          <w:tcPr>
            <w:tcW w:w="421" w:type="dxa"/>
            <w:vMerge/>
          </w:tcPr>
          <w:p w14:paraId="47085745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608C743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vAlign w:val="center"/>
          </w:tcPr>
          <w:p w14:paraId="39D11CF9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265148D0" w14:textId="77777777" w:rsidR="000505AF" w:rsidRPr="00B7347E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14:paraId="17630A90" w14:textId="77777777" w:rsidR="000505AF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</w:tcBorders>
          </w:tcPr>
          <w:p w14:paraId="4D98F63A" w14:textId="77777777" w:rsidR="00336932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="00336932">
              <w:rPr>
                <w:rFonts w:hint="eastAsia"/>
                <w:kern w:val="0"/>
                <w:sz w:val="20"/>
                <w:szCs w:val="20"/>
              </w:rPr>
              <w:t>申請時から遡って</w:t>
            </w:r>
            <w:r w:rsidR="00336932">
              <w:rPr>
                <w:kern w:val="0"/>
                <w:sz w:val="20"/>
                <w:szCs w:val="20"/>
              </w:rPr>
              <w:t>5</w:t>
            </w:r>
            <w:r w:rsidR="00336932">
              <w:rPr>
                <w:rFonts w:hint="eastAsia"/>
                <w:kern w:val="0"/>
                <w:sz w:val="20"/>
                <w:szCs w:val="20"/>
              </w:rPr>
              <w:t>年間の</w:t>
            </w:r>
            <w:r>
              <w:rPr>
                <w:rFonts w:hint="eastAsia"/>
                <w:sz w:val="20"/>
                <w:szCs w:val="20"/>
              </w:rPr>
              <w:t>申請・採択状況》</w:t>
            </w:r>
          </w:p>
          <w:p w14:paraId="002AE697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代表者分のみ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08DCE854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1DC99E35" w14:textId="77777777" w:rsidR="000505AF" w:rsidRDefault="000505AF" w:rsidP="000505AF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0505AF" w:rsidRPr="00B7347E" w14:paraId="161E3AA9" w14:textId="77777777" w:rsidTr="00AE61EE">
        <w:trPr>
          <w:trHeight w:val="362"/>
          <w:jc w:val="center"/>
        </w:trPr>
        <w:tc>
          <w:tcPr>
            <w:tcW w:w="421" w:type="dxa"/>
            <w:vMerge w:val="restart"/>
            <w:vAlign w:val="center"/>
          </w:tcPr>
          <w:p w14:paraId="255FAAAE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62239067" w14:textId="77777777" w:rsidR="00E24FE1" w:rsidRDefault="00E24FE1" w:rsidP="00E24FE1">
            <w:pPr>
              <w:spacing w:line="240" w:lineRule="exact"/>
              <w:rPr>
                <w:sz w:val="20"/>
                <w:szCs w:val="20"/>
              </w:rPr>
            </w:pPr>
          </w:p>
          <w:p w14:paraId="406CABEC" w14:textId="32E2C584" w:rsidR="00E24FE1" w:rsidRDefault="00E24FE1" w:rsidP="00E24FE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  <w:p w14:paraId="240C5D65" w14:textId="77777777" w:rsidR="00E24FE1" w:rsidRPr="00B7347E" w:rsidRDefault="00E24FE1" w:rsidP="00285129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967AB4F" w14:textId="3D919A25" w:rsidR="000505AF" w:rsidRPr="00B7347E" w:rsidRDefault="000505AF" w:rsidP="000505AF">
            <w:pPr>
              <w:tabs>
                <w:tab w:val="left" w:pos="65"/>
              </w:tabs>
              <w:rPr>
                <w:sz w:val="20"/>
                <w:szCs w:val="20"/>
              </w:rPr>
            </w:pPr>
            <w:r w:rsidRPr="00B7347E">
              <w:rPr>
                <w:sz w:val="20"/>
                <w:szCs w:val="20"/>
              </w:rPr>
              <w:tab/>
            </w:r>
            <w:r w:rsidR="00E24FE1">
              <w:rPr>
                <w:rFonts w:hint="eastAsia"/>
                <w:sz w:val="20"/>
                <w:szCs w:val="20"/>
              </w:rPr>
              <w:t>専任採用予定日から遡って</w:t>
            </w:r>
            <w:r w:rsidR="00E24FE1">
              <w:rPr>
                <w:rFonts w:hint="eastAsia"/>
                <w:sz w:val="20"/>
                <w:szCs w:val="20"/>
              </w:rPr>
              <w:t>5</w:t>
            </w:r>
            <w:r w:rsidR="00E24FE1">
              <w:rPr>
                <w:rFonts w:hint="eastAsia"/>
                <w:sz w:val="20"/>
                <w:szCs w:val="20"/>
              </w:rPr>
              <w:t>年間に</w:t>
            </w:r>
            <w:r w:rsidR="000B2260">
              <w:rPr>
                <w:rFonts w:hint="eastAsia"/>
                <w:sz w:val="20"/>
                <w:szCs w:val="20"/>
              </w:rPr>
              <w:t>I</w:t>
            </w:r>
            <w:r w:rsidR="000B2260">
              <w:rPr>
                <w:sz w:val="20"/>
                <w:szCs w:val="20"/>
              </w:rPr>
              <w:t>F</w:t>
            </w:r>
            <w:r w:rsidR="000B2260">
              <w:rPr>
                <w:rFonts w:hint="eastAsia"/>
                <w:sz w:val="20"/>
                <w:szCs w:val="20"/>
              </w:rPr>
              <w:t>付</w:t>
            </w:r>
            <w:r w:rsidR="00E24FE1" w:rsidRPr="00BA742D">
              <w:rPr>
                <w:rFonts w:hint="eastAsia"/>
                <w:sz w:val="20"/>
                <w:szCs w:val="20"/>
              </w:rPr>
              <w:t>論文</w:t>
            </w:r>
            <w:r w:rsidR="000B2260">
              <w:rPr>
                <w:rFonts w:hint="eastAsia"/>
                <w:sz w:val="20"/>
                <w:szCs w:val="20"/>
              </w:rPr>
              <w:t>3</w:t>
            </w:r>
            <w:r w:rsidR="00E24FE1" w:rsidRPr="00BA742D">
              <w:rPr>
                <w:rFonts w:hint="eastAsia"/>
                <w:sz w:val="20"/>
                <w:szCs w:val="20"/>
              </w:rPr>
              <w:t>編以上を有する</w:t>
            </w:r>
            <w:r w:rsidR="000B2260">
              <w:rPr>
                <w:rFonts w:hint="eastAsia"/>
                <w:sz w:val="20"/>
                <w:szCs w:val="20"/>
              </w:rPr>
              <w:t>、あるいは</w:t>
            </w:r>
            <w:r w:rsidR="000B2260" w:rsidRPr="000B2260">
              <w:rPr>
                <w:rFonts w:hint="eastAsia"/>
                <w:sz w:val="20"/>
                <w:szCs w:val="20"/>
              </w:rPr>
              <w:t>論文の総ＩＦを</w:t>
            </w:r>
            <w:r w:rsidR="000B2260" w:rsidRPr="000B2260">
              <w:rPr>
                <w:rFonts w:hint="eastAsia"/>
                <w:sz w:val="20"/>
                <w:szCs w:val="20"/>
              </w:rPr>
              <w:t>10</w:t>
            </w:r>
            <w:r w:rsidR="000B2260" w:rsidRPr="000B2260">
              <w:rPr>
                <w:rFonts w:hint="eastAsia"/>
                <w:sz w:val="20"/>
                <w:szCs w:val="20"/>
              </w:rPr>
              <w:t>以上有する</w:t>
            </w:r>
          </w:p>
        </w:tc>
        <w:tc>
          <w:tcPr>
            <w:tcW w:w="850" w:type="dxa"/>
            <w:vAlign w:val="center"/>
          </w:tcPr>
          <w:p w14:paraId="6923B157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195746ED" w14:textId="2143E630" w:rsidR="00E24FE1" w:rsidRDefault="00E24FE1" w:rsidP="00E24FE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Pr="00BA742D">
              <w:rPr>
                <w:rFonts w:hint="eastAsia"/>
                <w:sz w:val="20"/>
                <w:szCs w:val="20"/>
              </w:rPr>
              <w:t>と</w:t>
            </w:r>
            <w:r w:rsidR="005340F8" w:rsidRPr="00053E26">
              <w:rPr>
                <w:rFonts w:hint="eastAsia"/>
                <w:sz w:val="20"/>
                <w:szCs w:val="20"/>
              </w:rPr>
              <w:t>総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4448B04A" w14:textId="77777777" w:rsidR="000505AF" w:rsidRPr="00E24FE1" w:rsidRDefault="000505AF" w:rsidP="000505AF">
            <w:pPr>
              <w:rPr>
                <w:sz w:val="20"/>
                <w:szCs w:val="20"/>
              </w:rPr>
            </w:pPr>
          </w:p>
          <w:p w14:paraId="339FD795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</w:tr>
      <w:tr w:rsidR="000505AF" w14:paraId="0A433863" w14:textId="77777777" w:rsidTr="00285129">
        <w:trPr>
          <w:trHeight w:val="1935"/>
          <w:jc w:val="center"/>
        </w:trPr>
        <w:tc>
          <w:tcPr>
            <w:tcW w:w="421" w:type="dxa"/>
            <w:vMerge/>
          </w:tcPr>
          <w:p w14:paraId="20BD1C78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1F9EE7B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C3E91B7" w14:textId="77777777" w:rsidR="000505AF" w:rsidRPr="00BA742D" w:rsidRDefault="000505AF" w:rsidP="000505AF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4768F9B0" w14:textId="77777777" w:rsidR="000505AF" w:rsidRPr="00BA742D" w:rsidRDefault="000505AF" w:rsidP="000505AF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13FB778" w14:textId="77777777" w:rsidR="000505AF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  <w:bottom w:val="single" w:sz="4" w:space="0" w:color="auto"/>
            </w:tcBorders>
          </w:tcPr>
          <w:p w14:paraId="246E4AF7" w14:textId="77777777" w:rsidR="00336932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="00336932">
              <w:rPr>
                <w:rFonts w:hint="eastAsia"/>
                <w:kern w:val="0"/>
                <w:sz w:val="20"/>
                <w:szCs w:val="20"/>
              </w:rPr>
              <w:t>申請時から遡って</w:t>
            </w:r>
            <w:r w:rsidR="00336932">
              <w:rPr>
                <w:kern w:val="0"/>
                <w:sz w:val="20"/>
                <w:szCs w:val="20"/>
              </w:rPr>
              <w:t>5</w:t>
            </w:r>
            <w:r w:rsidR="00336932">
              <w:rPr>
                <w:rFonts w:hint="eastAsia"/>
                <w:kern w:val="0"/>
                <w:sz w:val="20"/>
                <w:szCs w:val="20"/>
              </w:rPr>
              <w:t>年間の</w:t>
            </w:r>
            <w:r>
              <w:rPr>
                <w:rFonts w:hint="eastAsia"/>
                <w:sz w:val="20"/>
                <w:szCs w:val="20"/>
              </w:rPr>
              <w:t>申請・採択状況》</w:t>
            </w:r>
          </w:p>
          <w:p w14:paraId="363EAD70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代表者分のみ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1D907503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49E5A6F7" w14:textId="77777777" w:rsidR="000505AF" w:rsidRDefault="000505AF" w:rsidP="000505AF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285129" w:rsidRPr="00B0661B" w14:paraId="78D6B81F" w14:textId="77777777" w:rsidTr="004F37EF">
        <w:trPr>
          <w:trHeight w:val="2240"/>
          <w:jc w:val="center"/>
        </w:trPr>
        <w:tc>
          <w:tcPr>
            <w:tcW w:w="10785" w:type="dxa"/>
            <w:gridSpan w:val="5"/>
          </w:tcPr>
          <w:p w14:paraId="4FD6DB98" w14:textId="668EE56A" w:rsidR="00285129" w:rsidRPr="00285129" w:rsidRDefault="00285129" w:rsidP="004F37EF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 w:rsidRPr="00285129">
              <w:rPr>
                <w:sz w:val="20"/>
                <w:szCs w:val="20"/>
              </w:rPr>
              <w:t>20</w:t>
            </w:r>
            <w:r w:rsidR="0014315D">
              <w:rPr>
                <w:sz w:val="20"/>
                <w:szCs w:val="20"/>
              </w:rPr>
              <w:t>22</w:t>
            </w:r>
            <w:r w:rsidRPr="00285129">
              <w:rPr>
                <w:rFonts w:hint="eastAsia"/>
                <w:sz w:val="20"/>
                <w:szCs w:val="20"/>
              </w:rPr>
              <w:t>年</w:t>
            </w:r>
            <w:r w:rsidRPr="00285129">
              <w:rPr>
                <w:sz w:val="20"/>
                <w:szCs w:val="20"/>
              </w:rPr>
              <w:t>3</w:t>
            </w:r>
            <w:r w:rsidRPr="00285129">
              <w:rPr>
                <w:rFonts w:hint="eastAsia"/>
                <w:sz w:val="20"/>
                <w:szCs w:val="20"/>
              </w:rPr>
              <w:t>月</w:t>
            </w:r>
            <w:r w:rsidRPr="00285129">
              <w:rPr>
                <w:sz w:val="20"/>
                <w:szCs w:val="20"/>
              </w:rPr>
              <w:t>31</w:t>
            </w:r>
            <w:r w:rsidRPr="00285129">
              <w:rPr>
                <w:rFonts w:hint="eastAsia"/>
                <w:sz w:val="20"/>
                <w:szCs w:val="20"/>
              </w:rPr>
              <w:t>日以前に採用され、上記審査基準を満たしていない場合の特記事項</w:t>
            </w:r>
          </w:p>
          <w:p w14:paraId="00B347D0" w14:textId="77777777" w:rsidR="00285129" w:rsidRPr="0014315D" w:rsidRDefault="00285129" w:rsidP="004F37EF">
            <w:pPr>
              <w:rPr>
                <w:sz w:val="20"/>
                <w:szCs w:val="20"/>
              </w:rPr>
            </w:pPr>
          </w:p>
        </w:tc>
      </w:tr>
    </w:tbl>
    <w:p w14:paraId="60627AFE" w14:textId="2381B121" w:rsidR="007F736A" w:rsidRPr="00E86C67" w:rsidRDefault="00D27814" w:rsidP="00285129">
      <w:pPr>
        <w:ind w:firstLineChars="100" w:firstLine="220"/>
      </w:pPr>
      <w:r>
        <w:rPr>
          <w:rFonts w:hint="eastAsia"/>
        </w:rPr>
        <w:t>上記の者につきまして、</w:t>
      </w:r>
      <w:r w:rsidR="00E86C67" w:rsidRPr="00E86C67">
        <w:rPr>
          <w:rFonts w:hint="eastAsia"/>
        </w:rPr>
        <w:t>愛知学院大学歯学部教員の</w:t>
      </w:r>
      <w:r w:rsidR="00F52269">
        <w:rPr>
          <w:rFonts w:hint="eastAsia"/>
        </w:rPr>
        <w:t>専任</w:t>
      </w:r>
      <w:r w:rsidR="00E86C67" w:rsidRPr="00E86C67">
        <w:rPr>
          <w:rFonts w:hint="eastAsia"/>
        </w:rPr>
        <w:t>採用に関する審査基準の指針を</w:t>
      </w:r>
      <w:r w:rsidR="00285129">
        <w:rPr>
          <w:rFonts w:hint="eastAsia"/>
        </w:rPr>
        <w:t>鑑み</w:t>
      </w:r>
      <w:r w:rsidR="00E86C67" w:rsidRPr="00E86C67">
        <w:rPr>
          <w:rFonts w:hint="eastAsia"/>
        </w:rPr>
        <w:t>、</w:t>
      </w:r>
      <w:r w:rsidR="0017191C" w:rsidRPr="00E86C67">
        <w:rPr>
          <w:rFonts w:hint="eastAsia"/>
        </w:rPr>
        <w:t>相応しい人格・識見・業績があると認め</w:t>
      </w:r>
      <w:r w:rsidR="00E86C67" w:rsidRPr="00E86C67">
        <w:rPr>
          <w:rFonts w:hint="eastAsia"/>
        </w:rPr>
        <w:t>、ここに申請いたします。</w:t>
      </w:r>
      <w:r w:rsidR="00A20F73">
        <w:rPr>
          <w:rFonts w:hint="eastAsia"/>
        </w:rPr>
        <w:t xml:space="preserve">　</w:t>
      </w:r>
      <w:r w:rsidR="00A20F73">
        <w:rPr>
          <w:rFonts w:hint="eastAsia"/>
          <w:kern w:val="0"/>
          <w:sz w:val="20"/>
          <w:szCs w:val="20"/>
        </w:rPr>
        <w:t xml:space="preserve">　　令和　　　　　　　年　　　　　　月　　　　　　日　</w:t>
      </w:r>
      <w:bookmarkStart w:id="1" w:name="_GoBack"/>
      <w:bookmarkEnd w:id="1"/>
    </w:p>
    <w:p w14:paraId="3D153FB6" w14:textId="77777777" w:rsidR="00E86C67" w:rsidRPr="00E86C67" w:rsidRDefault="00E86C67" w:rsidP="00E86C67">
      <w:pPr>
        <w:ind w:firstLineChars="100" w:firstLine="220"/>
        <w:rPr>
          <w:u w:val="single"/>
        </w:rPr>
      </w:pPr>
    </w:p>
    <w:p w14:paraId="7339EFFF" w14:textId="77777777" w:rsidR="00E86C67" w:rsidRPr="00E86C67" w:rsidRDefault="00E86C67" w:rsidP="00D27814">
      <w:pPr>
        <w:jc w:val="right"/>
        <w:rPr>
          <w:u w:val="single"/>
        </w:rPr>
      </w:pPr>
      <w:r>
        <w:rPr>
          <w:rFonts w:hint="eastAsia"/>
          <w:u w:val="single"/>
        </w:rPr>
        <w:t xml:space="preserve">所属講座　　</w:t>
      </w:r>
      <w:r w:rsidR="00D27814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</w:t>
      </w:r>
      <w:r w:rsidR="00D27814">
        <w:rPr>
          <w:rFonts w:hint="eastAsia"/>
          <w:u w:val="single"/>
        </w:rPr>
        <w:t xml:space="preserve">　主任教授　　　　　　　　　　　　　　　　印　</w:t>
      </w:r>
    </w:p>
    <w:sectPr w:rsidR="00E86C67" w:rsidRPr="00E86C67" w:rsidSect="0030642D">
      <w:pgSz w:w="11906" w:h="16838" w:code="9"/>
      <w:pgMar w:top="567" w:right="720" w:bottom="39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5912F" w14:textId="77777777" w:rsidR="00F11DE4" w:rsidRDefault="00F11DE4" w:rsidP="00AE61EE">
      <w:r>
        <w:separator/>
      </w:r>
    </w:p>
  </w:endnote>
  <w:endnote w:type="continuationSeparator" w:id="0">
    <w:p w14:paraId="17DDA47D" w14:textId="77777777" w:rsidR="00F11DE4" w:rsidRDefault="00F11DE4" w:rsidP="00A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45423" w14:textId="77777777" w:rsidR="00F11DE4" w:rsidRDefault="00F11DE4" w:rsidP="00AE61EE">
      <w:r>
        <w:separator/>
      </w:r>
    </w:p>
  </w:footnote>
  <w:footnote w:type="continuationSeparator" w:id="0">
    <w:p w14:paraId="44C31430" w14:textId="77777777" w:rsidR="00F11DE4" w:rsidRDefault="00F11DE4" w:rsidP="00AE6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6003F"/>
    <w:multiLevelType w:val="hybridMultilevel"/>
    <w:tmpl w:val="A3CC6992"/>
    <w:lvl w:ilvl="0" w:tplc="7486B5A8"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6A"/>
    <w:rsid w:val="000505AF"/>
    <w:rsid w:val="00050FA1"/>
    <w:rsid w:val="00053E26"/>
    <w:rsid w:val="00075F7E"/>
    <w:rsid w:val="00094E32"/>
    <w:rsid w:val="000B2260"/>
    <w:rsid w:val="0014315D"/>
    <w:rsid w:val="0017191C"/>
    <w:rsid w:val="001812E8"/>
    <w:rsid w:val="002165F1"/>
    <w:rsid w:val="00243F19"/>
    <w:rsid w:val="00252F78"/>
    <w:rsid w:val="0026214D"/>
    <w:rsid w:val="00285129"/>
    <w:rsid w:val="0030642D"/>
    <w:rsid w:val="00334C97"/>
    <w:rsid w:val="00336932"/>
    <w:rsid w:val="003A081D"/>
    <w:rsid w:val="003D71A2"/>
    <w:rsid w:val="00475016"/>
    <w:rsid w:val="004B084F"/>
    <w:rsid w:val="004D5092"/>
    <w:rsid w:val="005340F8"/>
    <w:rsid w:val="006922D9"/>
    <w:rsid w:val="007A59C2"/>
    <w:rsid w:val="007F736A"/>
    <w:rsid w:val="008D69C2"/>
    <w:rsid w:val="008F43BB"/>
    <w:rsid w:val="00900CAB"/>
    <w:rsid w:val="00904B1C"/>
    <w:rsid w:val="009C6372"/>
    <w:rsid w:val="009E1C09"/>
    <w:rsid w:val="00A20F73"/>
    <w:rsid w:val="00A21108"/>
    <w:rsid w:val="00A22E57"/>
    <w:rsid w:val="00A37221"/>
    <w:rsid w:val="00AE61EE"/>
    <w:rsid w:val="00B53874"/>
    <w:rsid w:val="00B57EB6"/>
    <w:rsid w:val="00B7347E"/>
    <w:rsid w:val="00BA742D"/>
    <w:rsid w:val="00C47FF9"/>
    <w:rsid w:val="00C916D6"/>
    <w:rsid w:val="00D27814"/>
    <w:rsid w:val="00D65378"/>
    <w:rsid w:val="00DB1C34"/>
    <w:rsid w:val="00E24FE1"/>
    <w:rsid w:val="00E86C67"/>
    <w:rsid w:val="00EB4473"/>
    <w:rsid w:val="00F11040"/>
    <w:rsid w:val="00F11DE4"/>
    <w:rsid w:val="00F20209"/>
    <w:rsid w:val="00F37FDE"/>
    <w:rsid w:val="00F5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290EB5"/>
  <w15:chartTrackingRefBased/>
  <w15:docId w15:val="{73EBB15C-2BAC-4AAC-8610-F61BDBF9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61EE"/>
  </w:style>
  <w:style w:type="paragraph" w:styleId="a6">
    <w:name w:val="footer"/>
    <w:basedOn w:val="a"/>
    <w:link w:val="a7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61EE"/>
  </w:style>
  <w:style w:type="paragraph" w:styleId="a8">
    <w:name w:val="List Paragraph"/>
    <w:basedOn w:val="a"/>
    <w:uiPriority w:val="34"/>
    <w:qFormat/>
    <w:rsid w:val="002851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CA88DE7D.dotm</Template>
  <TotalTime>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山田 聖子</cp:lastModifiedBy>
  <cp:revision>6</cp:revision>
  <cp:lastPrinted>2020-10-29T00:35:00Z</cp:lastPrinted>
  <dcterms:created xsi:type="dcterms:W3CDTF">2022-04-05T16:48:00Z</dcterms:created>
  <dcterms:modified xsi:type="dcterms:W3CDTF">2022-04-22T06:43:00Z</dcterms:modified>
</cp:coreProperties>
</file>